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0D88C64" w:rsidR="005C6DCE" w:rsidRPr="0080358B" w:rsidRDefault="0087222C"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87222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D7BD69E" w:rsidR="006938F5" w:rsidRDefault="0087222C" w:rsidP="006718D3">
            <w:pPr>
              <w:spacing w:after="0"/>
              <w:jc w:val="left"/>
            </w:pPr>
            <w:r>
              <w:t>FISMA.C.3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C093B99" w:rsidR="006938F5" w:rsidRDefault="0087222C" w:rsidP="006718D3">
            <w:pPr>
              <w:spacing w:after="0"/>
              <w:jc w:val="left"/>
            </w:pPr>
            <w:r>
              <w:t>323872</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E668211" w:rsidR="4EEB584D" w:rsidRDefault="0087222C"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26514F4" w:rsidR="006938F5" w:rsidRDefault="0087222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FCFAC45" w:rsidR="3C2D33B5" w:rsidRDefault="0087222C" w:rsidP="14270372">
            <w:pPr>
              <w:spacing w:after="0"/>
              <w:jc w:val="left"/>
            </w:pPr>
            <w:r>
              <w:t>Brussels</w:t>
            </w:r>
          </w:p>
          <w:p w14:paraId="6B7C1AA9" w14:textId="741CD460" w:rsidR="3C2D33B5" w:rsidRDefault="0087222C" w:rsidP="14270372">
            <w:pPr>
              <w:spacing w:after="0"/>
              <w:jc w:val="left"/>
            </w:pPr>
            <w:r>
              <w:t>Bruxelles</w:t>
            </w:r>
          </w:p>
          <w:p w14:paraId="5C918E8F" w14:textId="207FC29C" w:rsidR="3C2D33B5" w:rsidRDefault="0087222C"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1872BD1" w:rsidR="006938F5" w:rsidRDefault="0087222C" w:rsidP="006718D3">
            <w:pPr>
              <w:spacing w:after="0"/>
              <w:jc w:val="left"/>
            </w:pPr>
            <w:r>
              <w:t>With allowances</w:t>
            </w:r>
          </w:p>
          <w:p w14:paraId="02E31856" w14:textId="674D325D" w:rsidR="006938F5" w:rsidRDefault="0087222C" w:rsidP="006718D3">
            <w:pPr>
              <w:spacing w:after="0"/>
              <w:jc w:val="left"/>
            </w:pPr>
            <w:r>
              <w:t>Avec indemnités</w:t>
            </w:r>
          </w:p>
          <w:p w14:paraId="720FD450" w14:textId="55B1ED7E" w:rsidR="006938F5" w:rsidRDefault="0087222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E2F33A8" w:rsidR="006938F5" w:rsidRDefault="0087222C" w:rsidP="006718D3">
            <w:pPr>
              <w:spacing w:after="0"/>
              <w:jc w:val="left"/>
            </w:pPr>
            <w:r>
              <w:t>Member States</w:t>
            </w:r>
          </w:p>
          <w:p w14:paraId="2A7DF233" w14:textId="2674D60A" w:rsidR="006938F5" w:rsidRDefault="0087222C" w:rsidP="006718D3">
            <w:pPr>
              <w:spacing w:after="0"/>
              <w:jc w:val="left"/>
            </w:pPr>
            <w:r>
              <w:t>États membres</w:t>
            </w:r>
          </w:p>
          <w:p w14:paraId="13C75E2E" w14:textId="2D84B74C" w:rsidR="006938F5" w:rsidRDefault="0087222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42F2577" w:rsidR="006938F5" w:rsidRDefault="0087222C"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00BB330" w:rsidR="00A95A44" w:rsidRPr="00E61551" w:rsidRDefault="0087222C"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2813B39" w14:textId="77777777" w:rsidR="0087222C" w:rsidRDefault="0087222C" w:rsidP="003C1977">
      <w:pPr>
        <w:spacing w:after="0"/>
      </w:pPr>
      <w:r>
        <w:t>The unit plays a key role in the Savings and Investment Union (SIU), one of the most prominent projects under the new mandate of the European Commission, aiming to increase the competitiveness of the Union. The unit is contributing to the upcoming legislative proposal on market integration and supervision that aims to boost the SIU by increasing the competitiveness and attractiveness of EU capital markets, including by removing barriers to enhance the integration of the EU capital markets and support their modernisation, facilitate the operation of trading venues in multiple jurisdictions, improve the consolidation of liquidity and functioning of the consolidated tape, exploring ways to achieve more integrated EU supervision of significant trading venues, enhancing pre - and post-trade transparency, and by fostering the participation of retail and institutional investors in capital markets. The unit is a core unit of DG FISMA, because it is in charge of legislation that lies at the heart of key Commission priorities, such as EU competitiveness, market integration, strategic autonomy, sustainability, etc. Therefore, the unit offers a unique opportunity to work on files that are not only highly political but also demand specialised technical expertise.</w:t>
      </w:r>
    </w:p>
    <w:p w14:paraId="429D60DA" w14:textId="77777777" w:rsidR="0087222C" w:rsidRDefault="0087222C" w:rsidP="003C1977">
      <w:pPr>
        <w:spacing w:after="0"/>
      </w:pPr>
    </w:p>
    <w:p w14:paraId="566DF860" w14:textId="77777777" w:rsidR="0087222C" w:rsidRDefault="0087222C" w:rsidP="003C1977">
      <w:pPr>
        <w:spacing w:after="0"/>
      </w:pPr>
      <w:r>
        <w:t>More specifically, the unit is in charge of a wide range of rules applicable to trading and provision of investment services (the Markets in Financial Instruments Directive and Regulation – MiFID/R). The unit is also responsible for rules on the prospectus (the Prospectus Regulation), as well as the apprehension of market abuse and insider dealing (the Market Abuse Regulation). Furthermore, the unit is in charge of regulating short selling of shares and sovereign debt instruments, including sovereign credit default swaps (the Short Selling Regulation).</w:t>
      </w:r>
    </w:p>
    <w:p w14:paraId="59EA27FD" w14:textId="77777777" w:rsidR="0087222C" w:rsidRDefault="0087222C" w:rsidP="003C1977">
      <w:pPr>
        <w:spacing w:after="0"/>
      </w:pPr>
      <w:r>
        <w:t>In addition, the unit deals with financial benchmarks (the Benchmark Regulation) and plays an instrumental role in designing the policy relevant to climate change, for example through the development of the framework for ESG-related indices, such as the EU Paris-aligned and Climate Transition Benchmarks (‘EU climate benchmarks’).</w:t>
      </w:r>
    </w:p>
    <w:p w14:paraId="72536D88" w14:textId="77777777" w:rsidR="0087222C" w:rsidRDefault="0087222C" w:rsidP="003C1977">
      <w:pPr>
        <w:spacing w:after="0"/>
      </w:pPr>
      <w:r>
        <w:t>The unit designs securities markets legislation that applies throughout the Union but also plays a vital role in negotiating international agreements in the areas it covers. The team is in regular contact with market regulators around the world, including the US Securities and Exchange Commission, the US Commodity Futures Trading Commission, as well as regulators in the UK, Australia, Singapore, Japan, Hong Kong, India or Canada.</w:t>
      </w:r>
    </w:p>
    <w:p w14:paraId="10B06FDB" w14:textId="77777777" w:rsidR="0087222C" w:rsidRDefault="0087222C" w:rsidP="003C1977">
      <w:pPr>
        <w:spacing w:after="0"/>
      </w:pPr>
      <w:r>
        <w:t>In addition to the development of new policy, the unit is also currently implementing a number of the already agreed key Capital Market Union projects, such as the introduction of a consolidated tape for bonds, equities, and derivatives (MiFIR review), the reform of the trading infrastructure in the Union and a root-and-branch reform of the listing rules of the Union (the so-called “Listing Act”).</w:t>
      </w:r>
    </w:p>
    <w:p w14:paraId="43BA190B" w14:textId="77777777" w:rsidR="0087222C" w:rsidRDefault="0087222C" w:rsidP="003C1977">
      <w:pPr>
        <w:spacing w:after="0"/>
      </w:pPr>
      <w:r>
        <w:t>The remit of the Unit also covers the regulation of commodity derivatives market (including energy derivatives) and of the emission trading allowance. The unit will therefore contribute to any future possible measures on energy with implications for financial markets.</w:t>
      </w:r>
    </w:p>
    <w:p w14:paraId="6DD05D70" w14:textId="77777777" w:rsidR="0087222C" w:rsidRDefault="0087222C" w:rsidP="003C1977">
      <w:pPr>
        <w:spacing w:after="0"/>
      </w:pPr>
      <w:r>
        <w:lastRenderedPageBreak/>
        <w:t>The unit provides the secretariat for the European Securities Committee (ESC) and the Experts Group of the European Securities Committee (EGESC). It also manages relations with the European Securities and Markets Authority (ESMA) for the whole DG FISMA, including the coordination of the ESMA Board of Supervisors.</w:t>
      </w:r>
    </w:p>
    <w:p w14:paraId="4C8BDC45" w14:textId="77777777" w:rsidR="0087222C" w:rsidRDefault="0087222C" w:rsidP="003C1977">
      <w:pPr>
        <w:spacing w:after="0"/>
      </w:pPr>
      <w:r>
        <w:t>The unit is in charge of several equivalence or mutual recognition negotiations on securities issues with third countries.</w:t>
      </w:r>
    </w:p>
    <w:p w14:paraId="5D741749" w14:textId="77777777" w:rsidR="0087222C" w:rsidRDefault="0087222C" w:rsidP="003C1977">
      <w:pPr>
        <w:spacing w:after="0"/>
      </w:pPr>
      <w:r>
        <w:t xml:space="preserve">Finally, it has a very wide array of contacts with the European Parliament, Member States, stakeholders’ organizations, market participants, investors' representatives and academia. </w:t>
      </w:r>
    </w:p>
    <w:p w14:paraId="3974653D" w14:textId="77777777" w:rsidR="0087222C" w:rsidRDefault="0087222C" w:rsidP="003C1977">
      <w:pPr>
        <w:spacing w:after="0"/>
      </w:pPr>
      <w:r>
        <w:t>The unit currently comprises a staff of 19 colleagues, one third of them seconded from regulators and finance ministries.</w:t>
      </w:r>
    </w:p>
    <w:p w14:paraId="2444BC8A" w14:textId="49AE2954"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6CA87CC" w14:textId="77777777" w:rsidR="0087222C" w:rsidRDefault="0087222C" w:rsidP="003C1977">
      <w:pPr>
        <w:spacing w:after="0"/>
      </w:pPr>
      <w:r>
        <w:t xml:space="preserve">You will focus, among other responsibilities, on contributing to the completion of ongoing work and participating in future interinstitutional negotiations related to the securities markets/trading component of the SIU forthcoming legislative initiative, which aims to enhance the efficiency and effectiveness of the EU market infrastructure, including by removing barriers to integration of EU capital markets, facilitating the operation of trading venues across multiple Member states and fostering more integrated supervision of significant trading venues. Furthermore, you will contribute to the implementation of the recent reform of the Markets in Financial Instruments Regulation (MiFIR), the implementation of the forthcoming proposal, once agreed, and to a review of the legislation on commodity derivatives, including energy derivatives (Markets in Financial Instruments Directive (MiFID)). Your contribution might be also sought in the development of intermittent trading of privately owned companies/equity via multilateral trading facilities, in the implementation of the recently negotiated “Listing Act” (Prospectus Regulation, Market Abuse Regulation and MiFID) and in the development of measures to facilitate retail investors’ participation in capital markets (MiFID). Your tasks may also include participation to the interinstitutional negotiations on the review of any of the above mentioned legislation, in addition to the negotiations on the SIU legislative proposal. </w:t>
      </w:r>
    </w:p>
    <w:p w14:paraId="0BED6377" w14:textId="77777777" w:rsidR="0087222C" w:rsidRDefault="0087222C" w:rsidP="003C1977">
      <w:pPr>
        <w:spacing w:after="0"/>
      </w:pPr>
    </w:p>
    <w:p w14:paraId="3C518C87" w14:textId="77777777" w:rsidR="0087222C" w:rsidRDefault="0087222C" w:rsidP="003C1977">
      <w:pPr>
        <w:spacing w:after="0"/>
      </w:pPr>
      <w:r>
        <w:t xml:space="preserve">Furthermore, you may support the teams dealing with other key files, such as the development of the necessary implementing measures for the recently reformed Prospectus Regulation and Benchmark Regulation. </w:t>
      </w:r>
    </w:p>
    <w:p w14:paraId="63E9DBA2" w14:textId="77777777" w:rsidR="0087222C" w:rsidRDefault="0087222C" w:rsidP="003C1977">
      <w:pPr>
        <w:spacing w:after="0"/>
      </w:pPr>
    </w:p>
    <w:p w14:paraId="0966D104" w14:textId="77777777" w:rsidR="0087222C" w:rsidRDefault="0087222C" w:rsidP="003C1977">
      <w:pPr>
        <w:spacing w:after="0"/>
      </w:pPr>
      <w:r>
        <w:t>In case of changes in the priorities of the Commission or the Unit, you may also be assigned to other projects and tasks.</w:t>
      </w:r>
    </w:p>
    <w:p w14:paraId="23EF1322" w14:textId="77777777" w:rsidR="0087222C" w:rsidRDefault="0087222C" w:rsidP="003C1977">
      <w:pPr>
        <w:spacing w:after="0"/>
      </w:pPr>
    </w:p>
    <w:p w14:paraId="3A52899C" w14:textId="77777777" w:rsidR="0087222C" w:rsidRDefault="0087222C" w:rsidP="003C1977">
      <w:pPr>
        <w:spacing w:after="0"/>
      </w:pPr>
      <w:r>
        <w:t>While in the SIU legislative initiative you will be part of a larger team, collaborating with several other units, in most of your other tasks, you will be working as part of a small team of experts. For certain projects, we could rely on you to lead the efforts of a small team. You will interact on a daily basis with most colleagues in the unit.</w:t>
      </w:r>
    </w:p>
    <w:p w14:paraId="49061431" w14:textId="77777777" w:rsidR="0087222C" w:rsidRDefault="0087222C" w:rsidP="003C1977">
      <w:pPr>
        <w:spacing w:after="0"/>
      </w:pPr>
    </w:p>
    <w:p w14:paraId="30D79467" w14:textId="77777777" w:rsidR="0087222C" w:rsidRDefault="0087222C" w:rsidP="003C1977">
      <w:pPr>
        <w:spacing w:after="0"/>
      </w:pPr>
      <w:r>
        <w:t>Job requirements</w:t>
      </w:r>
    </w:p>
    <w:p w14:paraId="6A305A93" w14:textId="77777777" w:rsidR="0087222C" w:rsidRDefault="0087222C" w:rsidP="003C1977">
      <w:pPr>
        <w:spacing w:after="0"/>
      </w:pPr>
      <w:r>
        <w:lastRenderedPageBreak/>
        <w:t xml:space="preserve">Ideally, you will have hands-on experience in at least one of the areas covered by MiFIR and MiFID II, including rules on the operation and supervision of secondary markets, pre- and post-trade transparency, investor protection and the functioning of the commodity derivatives (including energy derivatives). Additionally, experience in the areas covered by the Prospectus Regulation, Market Abuse Regulation, Short Selling Regulation and the Benchmark Regulation (including EU climate benchmarks) would be an advantage. You will also be a good fit if you have experience in adjacent areas of expertise, such as sustainable finance, digital finance and post-trading. </w:t>
      </w:r>
    </w:p>
    <w:p w14:paraId="5F9000AA" w14:textId="77777777" w:rsidR="0087222C" w:rsidRDefault="0087222C" w:rsidP="003C1977">
      <w:pPr>
        <w:spacing w:after="0"/>
      </w:pPr>
    </w:p>
    <w:p w14:paraId="023531F4" w14:textId="77777777" w:rsidR="0087222C" w:rsidRDefault="0087222C" w:rsidP="003C1977">
      <w:pPr>
        <w:spacing w:after="0"/>
      </w:pPr>
      <w:r>
        <w:t>Personal qualities</w:t>
      </w:r>
    </w:p>
    <w:p w14:paraId="0F733643" w14:textId="77777777" w:rsidR="0087222C" w:rsidRDefault="0087222C" w:rsidP="003C1977">
      <w:pPr>
        <w:spacing w:after="0"/>
      </w:pPr>
      <w:r>
        <w:t xml:space="preserve">We like the members of our team to be self-starters who work well within an environment made of small project teams. In some cases, we would like you to take responsibility for a project and will rely on you to design and test appropriate policies on your own initiative once the overall aims of the project have been defined. An excellent command of spoken and written English is a pre-requisite, as this is the language in which documents will be drafted. </w:t>
      </w:r>
    </w:p>
    <w:p w14:paraId="4FA38409" w14:textId="16D5498C"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C0AA42F" w14:textId="77777777" w:rsidR="0087222C" w:rsidRDefault="0087222C" w:rsidP="00527473">
      <w:pPr>
        <w:spacing w:after="0"/>
        <w:jc w:val="left"/>
      </w:pPr>
      <w:r>
        <w:t xml:space="preserve">Diploma </w:t>
      </w:r>
    </w:p>
    <w:p w14:paraId="06BDD520" w14:textId="77777777" w:rsidR="0087222C" w:rsidRDefault="0087222C" w:rsidP="00527473">
      <w:pPr>
        <w:spacing w:after="0"/>
        <w:jc w:val="left"/>
      </w:pPr>
      <w:r>
        <w:t xml:space="preserve">- university degree or </w:t>
      </w:r>
    </w:p>
    <w:p w14:paraId="682B193E" w14:textId="77777777" w:rsidR="0087222C" w:rsidRDefault="0087222C" w:rsidP="00527473">
      <w:pPr>
        <w:spacing w:after="0"/>
        <w:jc w:val="left"/>
      </w:pPr>
      <w:r>
        <w:t>- professional training or professional experience of an equivalent level</w:t>
      </w:r>
    </w:p>
    <w:p w14:paraId="7EC94AF2" w14:textId="77777777" w:rsidR="0087222C" w:rsidRDefault="0087222C" w:rsidP="00527473">
      <w:pPr>
        <w:spacing w:after="0"/>
        <w:jc w:val="left"/>
      </w:pPr>
    </w:p>
    <w:p w14:paraId="2671E49D" w14:textId="77777777" w:rsidR="0087222C" w:rsidRDefault="0087222C" w:rsidP="00527473">
      <w:pPr>
        <w:spacing w:after="0"/>
        <w:jc w:val="left"/>
      </w:pPr>
      <w:r>
        <w:t>in the field(s): law or economics (mathematics or finance may be considered).</w:t>
      </w:r>
    </w:p>
    <w:p w14:paraId="3D65728F" w14:textId="77777777" w:rsidR="0087222C" w:rsidRDefault="0087222C" w:rsidP="00527473">
      <w:pPr>
        <w:spacing w:after="0"/>
        <w:jc w:val="left"/>
      </w:pPr>
    </w:p>
    <w:p w14:paraId="326441CD" w14:textId="77777777" w:rsidR="0087222C" w:rsidRDefault="0087222C" w:rsidP="00527473">
      <w:pPr>
        <w:spacing w:after="0"/>
        <w:jc w:val="left"/>
      </w:pPr>
      <w:r>
        <w:t>Professional experience</w:t>
      </w:r>
    </w:p>
    <w:p w14:paraId="038C75EA" w14:textId="77777777" w:rsidR="0087222C" w:rsidRDefault="0087222C" w:rsidP="00527473">
      <w:pPr>
        <w:spacing w:after="0"/>
        <w:jc w:val="left"/>
      </w:pPr>
    </w:p>
    <w:p w14:paraId="334DE173" w14:textId="77777777" w:rsidR="0087222C" w:rsidRDefault="0087222C" w:rsidP="00527473">
      <w:pPr>
        <w:spacing w:after="0"/>
        <w:jc w:val="left"/>
      </w:pPr>
      <w:r>
        <w:t xml:space="preserve">Solid experience and in-depth knowledge of financial markets regulations, in particular legislations in the remit of the Unit. </w:t>
      </w:r>
    </w:p>
    <w:p w14:paraId="0F288EF7" w14:textId="77777777" w:rsidR="0087222C" w:rsidRDefault="0087222C" w:rsidP="00527473">
      <w:pPr>
        <w:spacing w:after="0"/>
        <w:jc w:val="left"/>
      </w:pPr>
      <w:r>
        <w:t>Excellent communication skills.</w:t>
      </w:r>
    </w:p>
    <w:p w14:paraId="29A4FD47" w14:textId="77777777" w:rsidR="0087222C" w:rsidRDefault="0087222C" w:rsidP="00527473">
      <w:pPr>
        <w:spacing w:after="0"/>
        <w:jc w:val="left"/>
      </w:pPr>
      <w:r>
        <w:t>Excellent organisational and inter-personal skills.</w:t>
      </w:r>
    </w:p>
    <w:p w14:paraId="30DA65B1" w14:textId="77777777" w:rsidR="0087222C" w:rsidRDefault="0087222C" w:rsidP="00527473">
      <w:pPr>
        <w:spacing w:after="0"/>
        <w:jc w:val="left"/>
      </w:pPr>
    </w:p>
    <w:p w14:paraId="42F54BE6" w14:textId="77777777" w:rsidR="0087222C" w:rsidRDefault="0087222C" w:rsidP="00527473">
      <w:pPr>
        <w:spacing w:after="0"/>
        <w:jc w:val="left"/>
      </w:pPr>
      <w:r>
        <w:t>Language(s) necessary for the performance of duties</w:t>
      </w:r>
    </w:p>
    <w:p w14:paraId="1FE1F488" w14:textId="77777777" w:rsidR="0087222C" w:rsidRDefault="0087222C" w:rsidP="00527473">
      <w:pPr>
        <w:spacing w:after="0"/>
        <w:jc w:val="left"/>
      </w:pPr>
    </w:p>
    <w:p w14:paraId="1076AB09" w14:textId="77777777" w:rsidR="0087222C" w:rsidRDefault="0087222C" w:rsidP="00527473">
      <w:pPr>
        <w:spacing w:after="0"/>
        <w:jc w:val="left"/>
      </w:pPr>
      <w:r>
        <w:t>The seconded national expert must have knowledge of two EU languages. The team works in English. Knowledge of French is a plus.</w:t>
      </w:r>
    </w:p>
    <w:p w14:paraId="0DE8C532" w14:textId="471BCC3A"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51418307" w:rsidR="0017274D" w:rsidRPr="008250D4" w:rsidRDefault="0087222C"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F74B3D7" w14:textId="77777777" w:rsidR="0087222C" w:rsidRDefault="0087222C" w:rsidP="00527473">
      <w:pPr>
        <w:spacing w:after="0"/>
        <w:rPr>
          <w:lang w:val="de-DE"/>
        </w:rPr>
      </w:pPr>
      <w:r>
        <w:rPr>
          <w:lang w:val="de-DE"/>
        </w:rPr>
        <w:t>L’unité joue un rôle clé dans l’union de l’épargne et de l’investissement, l’un des projets les plus importants relevant du nouveau mandat de la Commission européenne, qui vise à accroître la compétitivité de l’Union. L’unité contribue à la proposition législative à venir sur l’intégration et la surveillance des marchés, qui vise à stimuler la SIU en renforçant la compétitivité et l’attractivité des marchés des capitaux de l’UE, notamment en supprimant les obstacles à l’intégration des marchés des capitaux de l’UE et à soutenir leur modernisation, à faciliter le fonctionnement des plates-formes de négociation dans plusieurs juridictions, à améliorer la consolidation de la liquidité et le fonctionnement du système consolidé de publication, à étudier les moyens de parvenir à une surveillance plus intégrée au niveau de l’UE des plates-formes de négociation importantes, à renforcer la transparence pré- et post-négociation et à encourager la participation des investisseurs de détail et institutionnels aux marchés des capitaux. L’unité est une unité centrale de la DG FISMA, car elle est chargée de la législation qui est au cœur des principales priorités de la Commission, telles que la compétitivité de l’UE, l’intégration des marchés, l’autonomie stratégique, la durabilité, etc. Par conséquent, l’unité offre une occasion unique de travailler sur des dossiers qui sont non seulement hautement politiques, mais requièrent également une expertise technique spécialisée.</w:t>
      </w:r>
    </w:p>
    <w:p w14:paraId="531D0ABD" w14:textId="77777777" w:rsidR="0087222C" w:rsidRDefault="0087222C" w:rsidP="00527473">
      <w:pPr>
        <w:spacing w:after="0"/>
        <w:rPr>
          <w:lang w:val="de-DE"/>
        </w:rPr>
      </w:pPr>
    </w:p>
    <w:p w14:paraId="08209B48" w14:textId="77777777" w:rsidR="0087222C" w:rsidRDefault="0087222C" w:rsidP="00527473">
      <w:pPr>
        <w:spacing w:after="0"/>
        <w:rPr>
          <w:lang w:val="de-DE"/>
        </w:rPr>
      </w:pPr>
      <w:r>
        <w:rPr>
          <w:lang w:val="de-DE"/>
        </w:rPr>
        <w:t>Plus précisément, l’unité est chargée d’un large éventail de règles applicables à la négociation et à la prestation de services d’investissement (directive et règlement concernant les marchés d’instruments financiers - MiFID/R). L’unité est également responsable des règles relatives au prospectus (règlement Prospectus), ainsi que de l’appréhension des abus de marché et des opérations d’initiés (règlement sur les abus de marché). En outre, l’unité est chargée de réglementer la vente à découvert d’actions et d’instruments de dette souveraine, y compris les contrats d’échange sur défaut souverain (règlement sur la vente à découvert).</w:t>
      </w:r>
    </w:p>
    <w:p w14:paraId="1C57C54D" w14:textId="77777777" w:rsidR="0087222C" w:rsidRDefault="0087222C" w:rsidP="00527473">
      <w:pPr>
        <w:spacing w:after="0"/>
        <w:rPr>
          <w:lang w:val="de-DE"/>
        </w:rPr>
      </w:pPr>
      <w:r>
        <w:rPr>
          <w:lang w:val="de-DE"/>
        </w:rPr>
        <w:t>En outre, l’unité traite des indices financiers de référence (le règlement sur les indices de référence) et joue un rôle déterminant dans l’élaboration de la politique relative au changement climatique, par exemple en élaborant le cadre pour les indices ESG, tels que les indices de référence «accord de Paris» de l’Union et «transition climatique» (ci-après les «indices de référence de l’UE en matière de climat»).</w:t>
      </w:r>
    </w:p>
    <w:p w14:paraId="7A100CC7" w14:textId="77777777" w:rsidR="0087222C" w:rsidRDefault="0087222C" w:rsidP="00527473">
      <w:pPr>
        <w:spacing w:after="0"/>
        <w:rPr>
          <w:lang w:val="de-DE"/>
        </w:rPr>
      </w:pPr>
      <w:r>
        <w:rPr>
          <w:lang w:val="de-DE"/>
        </w:rPr>
        <w:t>L’unité conçoit une législation sur les marchés de valeurs mobilières qui s’applique dans l’ensemble de l’Union, mais qui joue également un rôle essentiel dans la négociation d’accords internationaux dans les domaines qu’elle couvre. L’équipe est en contact régulier avec les régulateurs du marché du monde entier, y compris la Securities and Exchange Commission des États-Unis, la Commodity Futures Trading Commission des États-Unis, ainsi qu’avec les régulateurs du Royaume-Uni, d’Australie, de Singapour, du Japon, de Hong Kong, de l’Inde ou du Canada.</w:t>
      </w:r>
    </w:p>
    <w:p w14:paraId="09C5735B" w14:textId="77777777" w:rsidR="0087222C" w:rsidRDefault="0087222C" w:rsidP="00527473">
      <w:pPr>
        <w:spacing w:after="0"/>
        <w:rPr>
          <w:lang w:val="de-DE"/>
        </w:rPr>
      </w:pPr>
      <w:r>
        <w:rPr>
          <w:lang w:val="de-DE"/>
        </w:rPr>
        <w:t xml:space="preserve">Outre l’élaboration d’une nouvelle politique, l’unité met actuellement en œuvre un certain nombre de projets clés déjà approuvés dans le cadre de l’union des marchés des capitaux, tels que l’introduction d’un système consolidé de publication pour les obligations, les </w:t>
      </w:r>
      <w:r>
        <w:rPr>
          <w:lang w:val="de-DE"/>
        </w:rPr>
        <w:lastRenderedPageBreak/>
        <w:t>actions et les produits dérivés (révision de MiFIR), la réforme de l’infrastructure de négociation dans l’Union et une réforme en profondeur des règles d’admission à la cote de l’Union («Listing Act»).</w:t>
      </w:r>
    </w:p>
    <w:p w14:paraId="08E5D7D5" w14:textId="77777777" w:rsidR="0087222C" w:rsidRDefault="0087222C" w:rsidP="00527473">
      <w:pPr>
        <w:spacing w:after="0"/>
        <w:rPr>
          <w:lang w:val="de-DE"/>
        </w:rPr>
      </w:pPr>
      <w:r>
        <w:rPr>
          <w:lang w:val="de-DE"/>
        </w:rPr>
        <w:t>Le mandat de l’unité couvre également la réglementation du marché des instruments dérivés sur matières premières (y compris les instruments dérivés sur l’énergie) et de l’échange de quotas d’émission. L’unité contribuera donc à toutes les mesures possibles à l’avenir dans le domaine de l’énergie ayant des implications pour les marchés financiers.</w:t>
      </w:r>
    </w:p>
    <w:p w14:paraId="0E25E9FC" w14:textId="77777777" w:rsidR="0087222C" w:rsidRDefault="0087222C" w:rsidP="00527473">
      <w:pPr>
        <w:spacing w:after="0"/>
        <w:rPr>
          <w:lang w:val="de-DE"/>
        </w:rPr>
      </w:pPr>
      <w:r>
        <w:rPr>
          <w:lang w:val="de-DE"/>
        </w:rPr>
        <w:t>L’unité assure le secrétariat du comité européen des valeurs mobilières (ESC) et du groupe d’experts du comité européen des valeurs mobilières (EGESC). Elle gère également les relations avec l’Autorité européenne des marchés financiers (ESMA) pour l’ensemble de la DG FISMA, y compris la coordination du conseil des autorités de surveillance (ESMA Board of Supervisors).</w:t>
      </w:r>
    </w:p>
    <w:p w14:paraId="08B2A452" w14:textId="77777777" w:rsidR="0087222C" w:rsidRDefault="0087222C" w:rsidP="00527473">
      <w:pPr>
        <w:spacing w:after="0"/>
        <w:rPr>
          <w:lang w:val="de-DE"/>
        </w:rPr>
      </w:pPr>
      <w:r>
        <w:rPr>
          <w:lang w:val="de-DE"/>
        </w:rPr>
        <w:t>L’unité est chargée de plusieurs négociations d’équivalence ou de reconnaissance mutuelle avec des pays tiers sur les questions relatives aux valeurs mobilières.</w:t>
      </w:r>
    </w:p>
    <w:p w14:paraId="3097C5E6" w14:textId="77777777" w:rsidR="0087222C" w:rsidRDefault="0087222C" w:rsidP="00527473">
      <w:pPr>
        <w:spacing w:after="0"/>
        <w:rPr>
          <w:lang w:val="de-DE"/>
        </w:rPr>
      </w:pPr>
      <w:r>
        <w:rPr>
          <w:lang w:val="de-DE"/>
        </w:rPr>
        <w:t xml:space="preserve">Enfin, elle entretient un très large éventail de contacts avec le Parlement européen, les États membres, les organisations de parties prenantes, les acteurs du marché, les représentants des investisseurs et le monde universitaire. </w:t>
      </w:r>
    </w:p>
    <w:p w14:paraId="2FB670D2" w14:textId="77777777" w:rsidR="0087222C" w:rsidRDefault="0087222C" w:rsidP="00527473">
      <w:pPr>
        <w:spacing w:after="0"/>
        <w:rPr>
          <w:lang w:val="de-DE"/>
        </w:rPr>
      </w:pPr>
      <w:r>
        <w:rPr>
          <w:lang w:val="de-DE"/>
        </w:rPr>
        <w:t>L’unité comprend actuellement un total de 19 collègues, dont un tiers sont détachés par les ministères des régulateurs et des finances.</w:t>
      </w:r>
    </w:p>
    <w:p w14:paraId="6810D07E" w14:textId="498FE0F8"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2B56A25" w14:textId="77777777" w:rsidR="0087222C" w:rsidRDefault="0087222C" w:rsidP="00527473">
      <w:pPr>
        <w:spacing w:after="0"/>
        <w:jc w:val="left"/>
        <w:rPr>
          <w:lang w:val="de-DE"/>
        </w:rPr>
      </w:pPr>
      <w:r>
        <w:rPr>
          <w:lang w:val="de-DE"/>
        </w:rPr>
        <w:t xml:space="preserve">Vous cherchez, entre autres responsabilités, à contribuer à l’achèvement des travaux en cours et à participer aux futures négociations interinstitutionnelles relatives aux marchés de valeurs mobilières/au volet «négociation» de la future initiative législative de l’USI, qui vise à renforcer l’efficience et l’efficacité de l’infrastructure de marché de l’UE, notamment en supprimant les obstacles à l’intégration des marchés des capitaux de l’UE, en facilitant le fonctionnement des plates-formes de négociation dans plusieurs États membres et en favorisant une surveillance plus intégrée des plates-formes de négociation importantes. En outre, vous contribuerez à la mise en œuvre de la récente réforme du règlement concernant les marchés d’instruments financiers (MiFIR), à la mise en œuvre de la proposition à venir, une fois adoptée, et à un réexamen de la législation sur les instruments dérivés sur matières premières, y compris les instruments dérivés sur l’énergie (directive sur les marchés d’instruments financiers (MiFID)). Votre contribution pourrait également être recherchée dans le développement de la négociation intermittente d’entreprises privées/actions par l’intermédiaire de systèmes multilatéraux de négociation, dans la mise en œuvre de la loi sur l’admission à la cote récemment négociée (règlement sur les prospectus, règlement sur les abus de marché et MiFID) et dans l’élaboration de mesures visant à faciliter la participation des investisseurs de détail aux marchés des capitaux (MiFID). Vos tâches peuvent également comprendre la participation aux négociations interinstitutionnelles sur le réexamen de l’une quelconque des dispositions législatives susmentionnées, en plus des négociations sur la proposition législative SIU. </w:t>
      </w:r>
    </w:p>
    <w:p w14:paraId="230EB477" w14:textId="77777777" w:rsidR="0087222C" w:rsidRDefault="0087222C" w:rsidP="00527473">
      <w:pPr>
        <w:spacing w:after="0"/>
        <w:jc w:val="left"/>
        <w:rPr>
          <w:lang w:val="de-DE"/>
        </w:rPr>
      </w:pPr>
    </w:p>
    <w:p w14:paraId="331B8EE1" w14:textId="77777777" w:rsidR="0087222C" w:rsidRDefault="0087222C" w:rsidP="00527473">
      <w:pPr>
        <w:spacing w:after="0"/>
        <w:jc w:val="left"/>
        <w:rPr>
          <w:lang w:val="de-DE"/>
        </w:rPr>
      </w:pPr>
      <w:r>
        <w:rPr>
          <w:lang w:val="de-DE"/>
        </w:rPr>
        <w:t xml:space="preserve">En outre, vous pouvez soutenir les équipes chargées d’autres dossiers clés, tels que l’élaboration des mesures d’exécution nécessaires pour le règlement Prospectus et le règlement sur les indices de référence récemment réformés. </w:t>
      </w:r>
    </w:p>
    <w:p w14:paraId="4B6BB436" w14:textId="77777777" w:rsidR="0087222C" w:rsidRDefault="0087222C" w:rsidP="00527473">
      <w:pPr>
        <w:spacing w:after="0"/>
        <w:jc w:val="left"/>
        <w:rPr>
          <w:lang w:val="de-DE"/>
        </w:rPr>
      </w:pPr>
    </w:p>
    <w:p w14:paraId="1E466E6B" w14:textId="77777777" w:rsidR="0087222C" w:rsidRDefault="0087222C" w:rsidP="00527473">
      <w:pPr>
        <w:spacing w:after="0"/>
        <w:jc w:val="left"/>
        <w:rPr>
          <w:lang w:val="de-DE"/>
        </w:rPr>
      </w:pPr>
      <w:r>
        <w:rPr>
          <w:lang w:val="de-DE"/>
        </w:rPr>
        <w:t>En cas de modification des priorités de la Commission ou de l’unité, vous pouvez également être affecté à d’autres projets et tâches.</w:t>
      </w:r>
    </w:p>
    <w:p w14:paraId="10B81DB4" w14:textId="77777777" w:rsidR="0087222C" w:rsidRDefault="0087222C" w:rsidP="00527473">
      <w:pPr>
        <w:spacing w:after="0"/>
        <w:jc w:val="left"/>
        <w:rPr>
          <w:lang w:val="de-DE"/>
        </w:rPr>
      </w:pPr>
    </w:p>
    <w:p w14:paraId="76D1CD4A" w14:textId="77777777" w:rsidR="0087222C" w:rsidRDefault="0087222C" w:rsidP="00527473">
      <w:pPr>
        <w:spacing w:after="0"/>
        <w:jc w:val="left"/>
        <w:rPr>
          <w:lang w:val="de-DE"/>
        </w:rPr>
      </w:pPr>
      <w:r>
        <w:rPr>
          <w:lang w:val="de-DE"/>
        </w:rPr>
        <w:t>Si, dans le cadre de l’initiative législative SIU, vous faites partie d’une équipe plus vaste, collaborant avec plusieurs autres unités, dans la plupart de vos autres tâches, vous travaillerez dans le cadre d’une petite équipe d’experts. Pour certains projets, nous pourrions compter sur vous pour diriger les efforts d’une petite équipe. Vous interagissez quotidiennement avec la plupart des collègues de l’unité.</w:t>
      </w:r>
    </w:p>
    <w:p w14:paraId="27CC13A3" w14:textId="77777777" w:rsidR="0087222C" w:rsidRDefault="0087222C" w:rsidP="00527473">
      <w:pPr>
        <w:spacing w:after="0"/>
        <w:jc w:val="left"/>
        <w:rPr>
          <w:lang w:val="de-DE"/>
        </w:rPr>
      </w:pPr>
    </w:p>
    <w:p w14:paraId="11B6F6B1" w14:textId="77777777" w:rsidR="0087222C" w:rsidRDefault="0087222C" w:rsidP="00527473">
      <w:pPr>
        <w:spacing w:after="0"/>
        <w:jc w:val="left"/>
        <w:rPr>
          <w:lang w:val="de-DE"/>
        </w:rPr>
      </w:pPr>
    </w:p>
    <w:p w14:paraId="4FE66D52" w14:textId="77777777" w:rsidR="0087222C" w:rsidRDefault="0087222C" w:rsidP="00527473">
      <w:pPr>
        <w:spacing w:after="0"/>
        <w:jc w:val="left"/>
        <w:rPr>
          <w:lang w:val="de-DE"/>
        </w:rPr>
      </w:pPr>
    </w:p>
    <w:p w14:paraId="6F45E734" w14:textId="77777777" w:rsidR="0087222C" w:rsidRDefault="0087222C" w:rsidP="00527473">
      <w:pPr>
        <w:spacing w:after="0"/>
        <w:jc w:val="left"/>
        <w:rPr>
          <w:lang w:val="de-DE"/>
        </w:rPr>
      </w:pPr>
      <w:r>
        <w:rPr>
          <w:lang w:val="de-DE"/>
        </w:rPr>
        <w:t>Exigences en matière d’emploi</w:t>
      </w:r>
    </w:p>
    <w:p w14:paraId="50EC405A" w14:textId="77777777" w:rsidR="0087222C" w:rsidRDefault="0087222C" w:rsidP="00527473">
      <w:pPr>
        <w:spacing w:after="0"/>
        <w:jc w:val="left"/>
        <w:rPr>
          <w:lang w:val="de-DE"/>
        </w:rPr>
      </w:pPr>
      <w:r>
        <w:rPr>
          <w:lang w:val="de-DE"/>
        </w:rPr>
        <w:t xml:space="preserve">Idéalement, vous disposerez d’une expérience pratique dans au moins un des domaines couverts par le règlement MiFIR et MiFID II, y compris les règles relatives au fonctionnement et à la surveillance des marchés secondaires, à la transparence pré- et post-négociation, à la protection des investisseurs et au fonctionnement des instruments dérivés sur matières premières (y compris les instruments dérivés sur l’énergie). En outre, une expérience dans les domaines couverts par le règlement Prospectus, le règlement sur les abus de marché, le règlement sur la vente à découvert et le règlement sur les indices de référence (y compris les indices de référence climatiques de l’UE) serait un atout. Vous serez également bien adapté si vous avez une expérience dans des domaines d’expertise connexes, tels que la finance durable, la finance numérique et la post-négociation. </w:t>
      </w:r>
    </w:p>
    <w:p w14:paraId="103AD9B3" w14:textId="77777777" w:rsidR="0087222C" w:rsidRDefault="0087222C" w:rsidP="00527473">
      <w:pPr>
        <w:spacing w:after="0"/>
        <w:jc w:val="left"/>
        <w:rPr>
          <w:lang w:val="de-DE"/>
        </w:rPr>
      </w:pPr>
    </w:p>
    <w:p w14:paraId="6E58EF11" w14:textId="77777777" w:rsidR="0087222C" w:rsidRDefault="0087222C" w:rsidP="00527473">
      <w:pPr>
        <w:spacing w:after="0"/>
        <w:jc w:val="left"/>
        <w:rPr>
          <w:lang w:val="de-DE"/>
        </w:rPr>
      </w:pPr>
      <w:r>
        <w:rPr>
          <w:lang w:val="de-DE"/>
        </w:rPr>
        <w:t>Qualités personnelles</w:t>
      </w:r>
    </w:p>
    <w:p w14:paraId="69B6E2A4" w14:textId="77777777" w:rsidR="0087222C" w:rsidRDefault="0087222C" w:rsidP="00527473">
      <w:pPr>
        <w:spacing w:after="0"/>
        <w:jc w:val="left"/>
        <w:rPr>
          <w:lang w:val="de-DE"/>
        </w:rPr>
      </w:pPr>
      <w:r>
        <w:rPr>
          <w:lang w:val="de-DE"/>
        </w:rPr>
        <w:t xml:space="preserve">Nous souhaitons que les membres de notre équipe soient autonomes et apprécient travailler dans un environnement composé de petites équipes de projet. Dans certains cas, nous souhaiterions que vous assumiez la responsabilité d’un projet et nous compterons sur vous pour concevoir et tester des politiques appropriées de votre propre initiative, une fois que les objectifs généraux du projet auront été définis. Une excellente maîtrise de l’anglais à l’oral et à l’écrit est une condition préalable, car il s’agit de la langue dans laquelle les documents seront rédigés. </w:t>
      </w:r>
    </w:p>
    <w:p w14:paraId="59404C02" w14:textId="629ADA55"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385B4D5A" w14:textId="77777777" w:rsidR="0087222C" w:rsidRDefault="0087222C" w:rsidP="00527473">
      <w:pPr>
        <w:spacing w:after="0"/>
        <w:rPr>
          <w:lang w:val="de-DE"/>
        </w:rPr>
      </w:pPr>
      <w:r>
        <w:rPr>
          <w:lang w:val="de-DE"/>
        </w:rPr>
        <w:t>Diplôme : - diplôme universitaire ou formation professionnelle ou expérience professionnelle de niveau équivalent</w:t>
      </w:r>
    </w:p>
    <w:p w14:paraId="764154F9" w14:textId="77777777" w:rsidR="0087222C" w:rsidRDefault="0087222C" w:rsidP="00527473">
      <w:pPr>
        <w:spacing w:after="0"/>
        <w:rPr>
          <w:lang w:val="de-DE"/>
        </w:rPr>
      </w:pPr>
    </w:p>
    <w:p w14:paraId="350F23F8" w14:textId="77777777" w:rsidR="0087222C" w:rsidRDefault="0087222C" w:rsidP="00527473">
      <w:pPr>
        <w:spacing w:after="0"/>
        <w:rPr>
          <w:lang w:val="de-DE"/>
        </w:rPr>
      </w:pPr>
      <w:r>
        <w:rPr>
          <w:lang w:val="de-DE"/>
        </w:rPr>
        <w:t>- dans le (s) domaine (s): droit ou économie (les mathématiques ou la finance peuvent être prises en considération).</w:t>
      </w:r>
    </w:p>
    <w:p w14:paraId="5ACC5CE7" w14:textId="77777777" w:rsidR="0087222C" w:rsidRDefault="0087222C" w:rsidP="00527473">
      <w:pPr>
        <w:spacing w:after="0"/>
        <w:rPr>
          <w:lang w:val="de-DE"/>
        </w:rPr>
      </w:pPr>
    </w:p>
    <w:p w14:paraId="28FF65E9" w14:textId="77777777" w:rsidR="0087222C" w:rsidRDefault="0087222C" w:rsidP="00527473">
      <w:pPr>
        <w:spacing w:after="0"/>
        <w:rPr>
          <w:lang w:val="de-DE"/>
        </w:rPr>
      </w:pPr>
      <w:r>
        <w:rPr>
          <w:lang w:val="de-DE"/>
        </w:rPr>
        <w:t>Expérience professionnelle</w:t>
      </w:r>
    </w:p>
    <w:p w14:paraId="2A1F1970" w14:textId="77777777" w:rsidR="0087222C" w:rsidRDefault="0087222C" w:rsidP="00527473">
      <w:pPr>
        <w:spacing w:after="0"/>
        <w:rPr>
          <w:lang w:val="de-DE"/>
        </w:rPr>
      </w:pPr>
    </w:p>
    <w:p w14:paraId="081E7B3F" w14:textId="77777777" w:rsidR="0087222C" w:rsidRDefault="0087222C" w:rsidP="00527473">
      <w:pPr>
        <w:spacing w:after="0"/>
        <w:rPr>
          <w:lang w:val="de-DE"/>
        </w:rPr>
      </w:pPr>
      <w:r>
        <w:rPr>
          <w:lang w:val="de-DE"/>
        </w:rPr>
        <w:t xml:space="preserve">Une solide expérience et une connaissance approfondie de la réglementation des marchés financiers, en particulier des législations relevant de la compétence de l’unité. </w:t>
      </w:r>
    </w:p>
    <w:p w14:paraId="626EFA9E" w14:textId="77777777" w:rsidR="0087222C" w:rsidRDefault="0087222C" w:rsidP="00527473">
      <w:pPr>
        <w:spacing w:after="0"/>
        <w:rPr>
          <w:lang w:val="de-DE"/>
        </w:rPr>
      </w:pPr>
      <w:r>
        <w:rPr>
          <w:lang w:val="de-DE"/>
        </w:rPr>
        <w:t>Excellentes compétences de communication.</w:t>
      </w:r>
    </w:p>
    <w:p w14:paraId="5DEF4D1B" w14:textId="77777777" w:rsidR="0087222C" w:rsidRDefault="0087222C" w:rsidP="00527473">
      <w:pPr>
        <w:spacing w:after="0"/>
        <w:rPr>
          <w:lang w:val="de-DE"/>
        </w:rPr>
      </w:pPr>
      <w:r>
        <w:rPr>
          <w:lang w:val="de-DE"/>
        </w:rPr>
        <w:t>Excellentes compétences en matière d’organisation et de relations interpersonnelles.</w:t>
      </w:r>
    </w:p>
    <w:p w14:paraId="52FA8CDB" w14:textId="77777777" w:rsidR="0087222C" w:rsidRDefault="0087222C" w:rsidP="00527473">
      <w:pPr>
        <w:spacing w:after="0"/>
        <w:rPr>
          <w:lang w:val="de-DE"/>
        </w:rPr>
      </w:pPr>
    </w:p>
    <w:p w14:paraId="54B93648" w14:textId="77777777" w:rsidR="0087222C" w:rsidRDefault="0087222C" w:rsidP="00527473">
      <w:pPr>
        <w:spacing w:after="0"/>
        <w:rPr>
          <w:lang w:val="de-DE"/>
        </w:rPr>
      </w:pPr>
      <w:r>
        <w:rPr>
          <w:lang w:val="de-DE"/>
        </w:rPr>
        <w:t>Langue (s) nécessaire (s) pour l’accomplissement des tâches</w:t>
      </w:r>
    </w:p>
    <w:p w14:paraId="7FC93660" w14:textId="77777777" w:rsidR="0087222C" w:rsidRDefault="0087222C" w:rsidP="00527473">
      <w:pPr>
        <w:spacing w:after="0"/>
        <w:rPr>
          <w:lang w:val="de-DE"/>
        </w:rPr>
      </w:pPr>
    </w:p>
    <w:p w14:paraId="652F9C0B" w14:textId="77777777" w:rsidR="0087222C" w:rsidRDefault="0087222C" w:rsidP="00527473">
      <w:pPr>
        <w:spacing w:after="0"/>
        <w:rPr>
          <w:lang w:val="de-DE"/>
        </w:rPr>
      </w:pPr>
      <w:r>
        <w:rPr>
          <w:lang w:val="de-DE"/>
        </w:rPr>
        <w:t>L’expert national détaché doit avoir une connaissance de deux langues de l’UE. L’équipe travaille en anglais. La connaissance du français est un atout.</w:t>
      </w:r>
    </w:p>
    <w:p w14:paraId="7B92B82C" w14:textId="318562E4"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97DE739" w:rsidR="0017274D" w:rsidRPr="00E61551" w:rsidRDefault="0087222C"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969F0DB" w14:textId="77777777" w:rsidR="0087222C" w:rsidRDefault="0087222C" w:rsidP="00527473">
      <w:pPr>
        <w:spacing w:after="0"/>
        <w:rPr>
          <w:lang w:val="de-DE"/>
        </w:rPr>
      </w:pPr>
      <w:r>
        <w:rPr>
          <w:lang w:val="de-DE"/>
        </w:rPr>
        <w:t>Das Referat spielt eine Schlüsselrolle in der Spar- und Investitionsunion (SIU), einem der wichtigsten Projekte im Rahmen des neuen Mandats der Europäischen Kommission, mit dem die Wettbewerbsfähigkeit der Union gesteigert werden soll. Das Referat leistet einen Beitrag zu dem anstehenden Legislativvorschlag zur Marktintegration und -aufsicht, der darauf abzielt, die SIU zu stärken, indem die Wettbewerbsfähigkeit und Attraktivität der EU-Kapitalmärkte gesteigert wird, unter anderem durch die Beseitigung von Hindernissen für eine stärkere Integration der EU-Kapitalmärkte und durch die Unterstützung ihrer Modernisierung, die Erleichterung des Betriebs von Handelsplätzen in mehreren Rechtsordnungen, die Verbesserung der Liquiditätskonsolidierung und des Funktionierens des konsolidierten Datentickers, die Sondierung von Möglichkeiten für eine stärker integrierte EU-Aufsicht über bedeutende Handelsplätze, die Verbesserung der Vor- und Nachhandelstransparenz und die Förderung der Beteiligung von Kleinanlegern und institutionellen Anlegern an den Kapitalmärkten. Das Referat ist ein Kernreferat der GD FISMA, da es für Rechtsvorschriften zuständig ist, die im Mittelpunkt der wichtigsten Prioritäten der Kommission wie Wettbewerbsfähigkeit der EU, Marktintegration, strategische Autonomie, Nachhaltigkeit usw. stehen. Daher bietet das Referat eine einzigartige Gelegenheit, an Dossiers zu arbeiten, die nicht nur hochpolitisch sind, sondern auch spezialisiertes Fachwissen erfordern.</w:t>
      </w:r>
    </w:p>
    <w:p w14:paraId="3D69DE9B" w14:textId="77777777" w:rsidR="0087222C" w:rsidRDefault="0087222C" w:rsidP="00527473">
      <w:pPr>
        <w:spacing w:after="0"/>
        <w:rPr>
          <w:lang w:val="de-DE"/>
        </w:rPr>
      </w:pPr>
    </w:p>
    <w:p w14:paraId="2242E27E" w14:textId="77777777" w:rsidR="0087222C" w:rsidRDefault="0087222C" w:rsidP="00527473">
      <w:pPr>
        <w:spacing w:after="0"/>
        <w:rPr>
          <w:lang w:val="de-DE"/>
        </w:rPr>
      </w:pPr>
      <w:r>
        <w:rPr>
          <w:lang w:val="de-DE"/>
        </w:rPr>
        <w:t>Konkret ist das Referat für ein breites Spektrum von Vorschriften für den Handel und die Erbringung von Wertpapierdienstleistungen zuständig (Richtlinie über Märkte für Finanzinstrumente und Verordnung – MiFID/R). Das Referat ist auch für die Vorschriften über den Prospekt (Prospektverordnung) sowie für die Festnahme von Marktmissbrauch und Insider-Geschäften (Marktmissbrauchsverordnung) zuständig. Darüber hinaus ist die Einheit für die Regulierung von Leerverkäufen von Aktien und öffentlichen Schuldtiteln, einschließlich Credit Default Swaps auf öffentliche Schuldtitel (Verordnung über Leerverkäufe) zuständig.</w:t>
      </w:r>
    </w:p>
    <w:p w14:paraId="782BB670" w14:textId="77777777" w:rsidR="0087222C" w:rsidRDefault="0087222C" w:rsidP="00527473">
      <w:pPr>
        <w:spacing w:after="0"/>
        <w:rPr>
          <w:lang w:val="de-DE"/>
        </w:rPr>
      </w:pPr>
      <w:r>
        <w:rPr>
          <w:lang w:val="de-DE"/>
        </w:rPr>
        <w:t>Darüber hinaus befasst sich das Referat mit finanziellen Referenzwerten (Benchmark-Verordnung) und spielt eine entscheidende Rolle bei der Gestaltung der für den Klimawandel relevanten Politik, z. B. durch die Entwicklung eines Rahmens für ESG-bezogene Indizes wie die Paris-abgestimmten EU-Referenzwerte für den klimabedingten Wandel („EU-Klima-Referenzwerte“).</w:t>
      </w:r>
    </w:p>
    <w:p w14:paraId="2C695B9A" w14:textId="77777777" w:rsidR="0087222C" w:rsidRDefault="0087222C" w:rsidP="00527473">
      <w:pPr>
        <w:spacing w:after="0"/>
        <w:rPr>
          <w:lang w:val="de-DE"/>
        </w:rPr>
      </w:pPr>
      <w:r>
        <w:rPr>
          <w:lang w:val="de-DE"/>
        </w:rPr>
        <w:t>Die Einheit entwirft Rechtsvorschriften für die Wertpapiermärkte, die in der gesamten Union gelten, aber auch eine entscheidende Rolle bei der Aushandlung internationaler Abkommen in den von ihr abgedeckten Bereichen spielen. Das Team steht in regelmäßigem Kontakt mit Marktaufsichtsbehörden in der ganzen Welt, einschließlich der US-amerikanischen Wertpapier- und Börsenaufsichtsbehörde, der US-amerikanischen Commodity Futures Trading Commission sowie der Regulierungsbehörden im Vereinigten Königreich, Australien, Singapur, Japan, Hongkong, Indien oder Kanada.</w:t>
      </w:r>
    </w:p>
    <w:p w14:paraId="46DB021B" w14:textId="77777777" w:rsidR="0087222C" w:rsidRDefault="0087222C" w:rsidP="00527473">
      <w:pPr>
        <w:spacing w:after="0"/>
        <w:rPr>
          <w:lang w:val="de-DE"/>
        </w:rPr>
      </w:pPr>
      <w:r>
        <w:rPr>
          <w:lang w:val="de-DE"/>
        </w:rPr>
        <w:t>Neben der Entwicklung einer neuen Politik führt das Referat derzeit auch eine Reihe der bereits vereinbarten Schlüsselprojekte der Kapitalmarktunion durch, wie die Einführung eines konsolidierten Datentickers für Anleihen, Aktien und Derivate (MiFIR-Überprüfung), die Reform der Handelsinfrastruktur in der Union und eine grundlegende Reform der Börsennotierungsregeln der Union (der sogenannte „Listing Act“).</w:t>
      </w:r>
    </w:p>
    <w:p w14:paraId="031DC6CC" w14:textId="77777777" w:rsidR="0087222C" w:rsidRDefault="0087222C" w:rsidP="00527473">
      <w:pPr>
        <w:spacing w:after="0"/>
        <w:rPr>
          <w:lang w:val="de-DE"/>
        </w:rPr>
      </w:pPr>
      <w:r>
        <w:rPr>
          <w:lang w:val="de-DE"/>
        </w:rPr>
        <w:t>Der Aufgabenbereich des Referats erstreckt sich auch auf die Regulierung des Marktes für Warenderivate (einschließlich Energiederivate) und des Emissionshandels. Das Referat wird daher zu künftigen möglichen energiepolitischen Maßnahmen mit Auswirkungen auf die Finanzmärkte beitragen.</w:t>
      </w:r>
    </w:p>
    <w:p w14:paraId="55C3CD88" w14:textId="77777777" w:rsidR="0087222C" w:rsidRDefault="0087222C" w:rsidP="00527473">
      <w:pPr>
        <w:spacing w:after="0"/>
        <w:rPr>
          <w:lang w:val="de-DE"/>
        </w:rPr>
      </w:pPr>
      <w:r>
        <w:rPr>
          <w:lang w:val="de-DE"/>
        </w:rPr>
        <w:t>Das Referat nimmt die Sekretariatsgeschäfte für den Europäischen Wertpapierausschuss (ESC) und die Sachverständigengruppe des Europäischen Wertpapierausschusses (EGESC) wahr. Es verwaltet auch die Beziehungen zur Europäischen Wertpapier- und Marktaufsichtsbehörde (ESMA) für die gesamte GD FISMA, einschließlich der Koordinierung des Rates der Aufseher der ESMA.</w:t>
      </w:r>
    </w:p>
    <w:p w14:paraId="3DF3FB91" w14:textId="77777777" w:rsidR="0087222C" w:rsidRDefault="0087222C" w:rsidP="00527473">
      <w:pPr>
        <w:spacing w:after="0"/>
        <w:rPr>
          <w:lang w:val="de-DE"/>
        </w:rPr>
      </w:pPr>
      <w:r>
        <w:rPr>
          <w:lang w:val="de-DE"/>
        </w:rPr>
        <w:t>Das Referat ist für mehrere Verhandlungen mit Drittländern über die Gleichwertigkeit oder die gegenseitige Anerkennung von Wertpapieremissionen zuständig.</w:t>
      </w:r>
    </w:p>
    <w:p w14:paraId="4EE4517F" w14:textId="77777777" w:rsidR="0087222C" w:rsidRDefault="0087222C" w:rsidP="00527473">
      <w:pPr>
        <w:spacing w:after="0"/>
        <w:rPr>
          <w:lang w:val="de-DE"/>
        </w:rPr>
      </w:pPr>
      <w:r>
        <w:rPr>
          <w:lang w:val="de-DE"/>
        </w:rPr>
        <w:t xml:space="preserve">Schließlich unterhält es ein breites Spektrum von Kontakten mit dem Europäischen Parlament, den Mitgliedstaaten, Interessenverbänden, Marktteilnehmern, Investorenvertretern und Hochschulen. </w:t>
      </w:r>
    </w:p>
    <w:p w14:paraId="21269F87" w14:textId="77777777" w:rsidR="0087222C" w:rsidRDefault="0087222C" w:rsidP="00527473">
      <w:pPr>
        <w:spacing w:after="0"/>
        <w:rPr>
          <w:lang w:val="de-DE"/>
        </w:rPr>
      </w:pPr>
      <w:r>
        <w:rPr>
          <w:lang w:val="de-DE"/>
        </w:rPr>
        <w:t>Das Referat umfasst derzeit 19 Mitarbeiter, von denen ein Drittel von Regulierungsbehörden und Finanzministerien abgeordnet ist.</w:t>
      </w:r>
    </w:p>
    <w:p w14:paraId="2B6785AE" w14:textId="28174E61"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091EF6C" w14:textId="77777777" w:rsidR="0087222C" w:rsidRDefault="0087222C" w:rsidP="00527473">
      <w:pPr>
        <w:spacing w:after="0"/>
        <w:rPr>
          <w:lang w:val="de-DE"/>
        </w:rPr>
      </w:pPr>
      <w:r>
        <w:rPr>
          <w:lang w:val="de-DE"/>
        </w:rPr>
        <w:t xml:space="preserve">Sie werden sich unter anderem darauf konzentrieren, zum Abschluss der laufenden Arbeiten beizutragen und an künftigen interinstitutionellen Verhandlungen über die Wertpapiermärkte/Handelskomponente der anstehenden Gesetzgebungsinitiative für Wertpapiermärkte/Handel teilzunehmen, die darauf abzielt, die Effizienz und Wirksamkeit der EU-Marktinfrastruktur zu verbessern, unter anderem durch die Beseitigung von Hindernissen für die Integration der EU-Kapitalmärkte, die Erleichterung des Betriebs von Handelsplätzen in mehreren Mitgliedstaaten und die Förderung einer stärker integrierten Beaufsichtigung bedeutender Handelsplätze. Darüber hinaus werden Sie zur Umsetzung der jüngsten Reform der Verordnung über Märkte für Finanzinstrumente (MiFIR), zur Umsetzung des anstehenden Vorschlags nach seiner Einigung und zur Überarbeitung der Rechtsvorschriften über Warenderivate, einschließlich Energiederivaten (Richtlinie über Märkte für Finanzinstrumente (MiFID)) beitragen. Ihr Beitrag könnte auch bei der Entwicklung des intermittierenden Handels mit privaten Unternehmen/Eigenkapital über multilaterale Handelssysteme, bei der Umsetzung des kürzlich ausgehandelten „Listing Act“ (Prospektverordnung, Marktmissbrauchsverordnung und MiFID) und bei der Entwicklung von Maßnahmen zur Erleichterung der Beteiligung von Kleinanlegern an den Kapitalmärkten (MiFID) erforderlich sein. Ihre Aufgaben können neben den Verhandlungen über den Legislativvorschlag der SIU auch die Teilnahme an den interinstitutionellen Verhandlungen über die Überprüfung der oben genannten Rechtsvorschriften umfassen. </w:t>
      </w:r>
    </w:p>
    <w:p w14:paraId="020B5855" w14:textId="77777777" w:rsidR="0087222C" w:rsidRDefault="0087222C" w:rsidP="00527473">
      <w:pPr>
        <w:spacing w:after="0"/>
        <w:rPr>
          <w:lang w:val="de-DE"/>
        </w:rPr>
      </w:pPr>
    </w:p>
    <w:p w14:paraId="083222E6" w14:textId="77777777" w:rsidR="0087222C" w:rsidRDefault="0087222C" w:rsidP="00527473">
      <w:pPr>
        <w:spacing w:after="0"/>
        <w:rPr>
          <w:lang w:val="de-DE"/>
        </w:rPr>
      </w:pPr>
      <w:r>
        <w:rPr>
          <w:lang w:val="de-DE"/>
        </w:rPr>
        <w:t xml:space="preserve">Darüber hinaus könnten Sie die Teams unterstützen, die sich mit anderen wichtigen Dossiers befassen, z. B. bei der Entwicklung der erforderlichen Durchführungsmaßnahmen für die kürzlich reformierte Prospektverordnung und die Benchmark-Verordnung. </w:t>
      </w:r>
    </w:p>
    <w:p w14:paraId="4D202908" w14:textId="77777777" w:rsidR="0087222C" w:rsidRDefault="0087222C" w:rsidP="00527473">
      <w:pPr>
        <w:spacing w:after="0"/>
        <w:rPr>
          <w:lang w:val="de-DE"/>
        </w:rPr>
      </w:pPr>
    </w:p>
    <w:p w14:paraId="6BD5786C" w14:textId="77777777" w:rsidR="0087222C" w:rsidRDefault="0087222C" w:rsidP="00527473">
      <w:pPr>
        <w:spacing w:after="0"/>
        <w:rPr>
          <w:lang w:val="de-DE"/>
        </w:rPr>
      </w:pPr>
      <w:r>
        <w:rPr>
          <w:lang w:val="de-DE"/>
        </w:rPr>
        <w:t>Bei Änderungen der Prioritäten der Kommission oder des Referats könnten Sie auch anderen Projekten und Aufgaben zugewiesen werden.</w:t>
      </w:r>
    </w:p>
    <w:p w14:paraId="14555757" w14:textId="77777777" w:rsidR="0087222C" w:rsidRDefault="0087222C" w:rsidP="00527473">
      <w:pPr>
        <w:spacing w:after="0"/>
        <w:rPr>
          <w:lang w:val="de-DE"/>
        </w:rPr>
      </w:pPr>
    </w:p>
    <w:p w14:paraId="1975D3E7" w14:textId="77777777" w:rsidR="0087222C" w:rsidRDefault="0087222C" w:rsidP="00527473">
      <w:pPr>
        <w:spacing w:after="0"/>
        <w:rPr>
          <w:lang w:val="de-DE"/>
        </w:rPr>
      </w:pPr>
      <w:r>
        <w:rPr>
          <w:lang w:val="de-DE"/>
        </w:rPr>
        <w:t>Während Sie im Rahmen der Rechtsetzungsinitiative SIU Teil eines größeren Teams sein werden, das mit mehreren anderen Referaten zusammenarbeitet, werden Sie bei den meisten Ihrer anderen Aufgaben als Teil eines kleinen Expertenteams arbeiten. Bei bestimmten Projekten könnten wir Sie damit betrauen, die Bemühungen eines kleinen Teams zu leiten. Sie werden täglich mit den meisten Kolleginnen und Kollegen im Referat interagieren.</w:t>
      </w:r>
    </w:p>
    <w:p w14:paraId="6A5C7830" w14:textId="77777777" w:rsidR="0087222C" w:rsidRDefault="0087222C" w:rsidP="00527473">
      <w:pPr>
        <w:spacing w:after="0"/>
        <w:rPr>
          <w:lang w:val="de-DE"/>
        </w:rPr>
      </w:pPr>
    </w:p>
    <w:p w14:paraId="3B86DD34" w14:textId="77777777" w:rsidR="0087222C" w:rsidRDefault="0087222C" w:rsidP="00527473">
      <w:pPr>
        <w:spacing w:after="0"/>
        <w:rPr>
          <w:lang w:val="de-DE"/>
        </w:rPr>
      </w:pPr>
      <w:r>
        <w:rPr>
          <w:lang w:val="de-DE"/>
        </w:rPr>
        <w:t>Welchen Anforderungen muss ich genügen?</w:t>
      </w:r>
    </w:p>
    <w:p w14:paraId="08033C69" w14:textId="77777777" w:rsidR="0087222C" w:rsidRDefault="0087222C" w:rsidP="00527473">
      <w:pPr>
        <w:spacing w:after="0"/>
        <w:rPr>
          <w:lang w:val="de-DE"/>
        </w:rPr>
      </w:pPr>
      <w:r>
        <w:rPr>
          <w:lang w:val="de-DE"/>
        </w:rPr>
        <w:t xml:space="preserve">Im Idealfall werden Sie praktische Erfahrung in mindestens einem der von der MiFIR und MiFID II abgedeckten Bereiche haben, darunter Vorschriften über die Funktionsweise und Beaufsichtigung von Sekundärmärkten, die Vor- und Nachhandelstransparenz, den Anlegerschutz und die Funktionsweise der Warenderivate (einschließlich Energiederivate). Darüber hinaus wären Erfahrungen in den unter die Prospektverordnung, die Marktmissbrauchsverordnung, die Verordnung über Leerverkäufe und die Benchmark-Verordnung (einschließlich EU-Klima-Referenzwerten) fallenden Bereichen von Vorteil. Sie sind auch gut geeignet, wenn Sie Erfahrung in benachbarten Fachgebieten wie nachhaltigem Finanzwesen, digitalem Finanzwesen und Nachhandelsgeschäften („Post-Trading“) haben. </w:t>
      </w:r>
    </w:p>
    <w:p w14:paraId="1D114839" w14:textId="77777777" w:rsidR="0087222C" w:rsidRDefault="0087222C" w:rsidP="00527473">
      <w:pPr>
        <w:spacing w:after="0"/>
        <w:rPr>
          <w:lang w:val="de-DE"/>
        </w:rPr>
      </w:pPr>
    </w:p>
    <w:p w14:paraId="682B8E8D" w14:textId="77777777" w:rsidR="0087222C" w:rsidRDefault="0087222C" w:rsidP="00527473">
      <w:pPr>
        <w:spacing w:after="0"/>
        <w:rPr>
          <w:lang w:val="de-DE"/>
        </w:rPr>
      </w:pPr>
      <w:r>
        <w:rPr>
          <w:lang w:val="de-DE"/>
        </w:rPr>
        <w:t>Persönliche Qualitäten</w:t>
      </w:r>
    </w:p>
    <w:p w14:paraId="2CE80C1F" w14:textId="77777777" w:rsidR="0087222C" w:rsidRDefault="0087222C" w:rsidP="00527473">
      <w:pPr>
        <w:spacing w:after="0"/>
        <w:rPr>
          <w:lang w:val="de-DE"/>
        </w:rPr>
      </w:pPr>
      <w:r>
        <w:rPr>
          <w:lang w:val="de-DE"/>
        </w:rPr>
        <w:t xml:space="preserve">Wir schätzen es, wenn die Mitglieder unseres Teams über Eigeninitiative verfügen und gut in einem Umfeld aus kleinen Projektteams zusammenarbeiten. In einigen Fällen werden wir Sie bitten, die Verantwortung für ein Projekt zu übernehmen und darauf vertrauen, dass Sie auf eigene Initiative geeignete Ansätze konzipieren und testen, sobald die Gesamtziele des Projekts festgelegt sind. Die ausgezeichnete Beherrschung der englischen Sprache in Wort und Schrift ist eine Voraussetzung, da dies die Sprache ist, in der die Dokumente verfasst werden. </w:t>
      </w:r>
    </w:p>
    <w:p w14:paraId="2BE34DBA" w14:textId="3CE80A83"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815FE8" w14:textId="77777777" w:rsidR="0087222C" w:rsidRDefault="0087222C" w:rsidP="00527473">
      <w:pPr>
        <w:spacing w:after="0"/>
        <w:rPr>
          <w:lang w:val="en-US"/>
        </w:rPr>
      </w:pPr>
      <w:r>
        <w:rPr>
          <w:lang w:val="en-US"/>
        </w:rPr>
        <w:t xml:space="preserve">Diplom </w:t>
      </w:r>
    </w:p>
    <w:p w14:paraId="00599C75" w14:textId="77777777" w:rsidR="0087222C" w:rsidRDefault="0087222C" w:rsidP="00527473">
      <w:pPr>
        <w:spacing w:after="0"/>
        <w:rPr>
          <w:lang w:val="en-US"/>
        </w:rPr>
      </w:pPr>
      <w:r>
        <w:rPr>
          <w:lang w:val="en-US"/>
        </w:rPr>
        <w:t xml:space="preserve">— Hochschulabschluss oder </w:t>
      </w:r>
    </w:p>
    <w:p w14:paraId="43EA8032" w14:textId="77777777" w:rsidR="0087222C" w:rsidRDefault="0087222C" w:rsidP="00527473">
      <w:pPr>
        <w:spacing w:after="0"/>
        <w:rPr>
          <w:lang w:val="en-US"/>
        </w:rPr>
      </w:pPr>
      <w:r>
        <w:rPr>
          <w:lang w:val="en-US"/>
        </w:rPr>
        <w:t>— gleichwertige Berufsausbildung oder Berufserfahrung</w:t>
      </w:r>
    </w:p>
    <w:p w14:paraId="67FA0CB9" w14:textId="77777777" w:rsidR="0087222C" w:rsidRDefault="0087222C" w:rsidP="00527473">
      <w:pPr>
        <w:spacing w:after="0"/>
        <w:rPr>
          <w:lang w:val="en-US"/>
        </w:rPr>
      </w:pPr>
    </w:p>
    <w:p w14:paraId="33657328" w14:textId="77777777" w:rsidR="0087222C" w:rsidRDefault="0087222C" w:rsidP="00527473">
      <w:pPr>
        <w:spacing w:after="0"/>
        <w:rPr>
          <w:lang w:val="en-US"/>
        </w:rPr>
      </w:pPr>
      <w:r>
        <w:rPr>
          <w:lang w:val="en-US"/>
        </w:rPr>
        <w:t>im Bereich: Recht oder Wirtschaftswissenschaften (Mathematik oder Finanzen können berücksichtigt werden).</w:t>
      </w:r>
    </w:p>
    <w:p w14:paraId="4B94858B" w14:textId="77777777" w:rsidR="0087222C" w:rsidRDefault="0087222C" w:rsidP="00527473">
      <w:pPr>
        <w:spacing w:after="0"/>
        <w:rPr>
          <w:lang w:val="en-US"/>
        </w:rPr>
      </w:pPr>
    </w:p>
    <w:p w14:paraId="30CEC2B5" w14:textId="77777777" w:rsidR="0087222C" w:rsidRDefault="0087222C" w:rsidP="00527473">
      <w:pPr>
        <w:spacing w:after="0"/>
        <w:rPr>
          <w:lang w:val="en-US"/>
        </w:rPr>
      </w:pPr>
      <w:r>
        <w:rPr>
          <w:lang w:val="en-US"/>
        </w:rPr>
        <w:t>Berufserfahrung</w:t>
      </w:r>
    </w:p>
    <w:p w14:paraId="1991C989" w14:textId="77777777" w:rsidR="0087222C" w:rsidRDefault="0087222C" w:rsidP="00527473">
      <w:pPr>
        <w:spacing w:after="0"/>
        <w:rPr>
          <w:lang w:val="en-US"/>
        </w:rPr>
      </w:pPr>
    </w:p>
    <w:p w14:paraId="2BF5F0FA" w14:textId="77777777" w:rsidR="0087222C" w:rsidRDefault="0087222C" w:rsidP="00527473">
      <w:pPr>
        <w:spacing w:after="0"/>
        <w:rPr>
          <w:lang w:val="en-US"/>
        </w:rPr>
      </w:pPr>
      <w:r>
        <w:rPr>
          <w:lang w:val="en-US"/>
        </w:rPr>
        <w:t xml:space="preserve">Solide Erfahrung und gründliche Kenntnis der Finanzmarktregulierung, insbesondere der Rechtsvorschriften, die in den Zuständigkeitsbereich des Referats fallen. </w:t>
      </w:r>
    </w:p>
    <w:p w14:paraId="1838205B" w14:textId="77777777" w:rsidR="0087222C" w:rsidRDefault="0087222C" w:rsidP="00527473">
      <w:pPr>
        <w:spacing w:after="0"/>
        <w:rPr>
          <w:lang w:val="en-US"/>
        </w:rPr>
      </w:pPr>
      <w:r>
        <w:rPr>
          <w:lang w:val="en-US"/>
        </w:rPr>
        <w:t>Ausgezeichnete Kommunikationsfähigkeiten.</w:t>
      </w:r>
    </w:p>
    <w:p w14:paraId="33EAAC1E" w14:textId="77777777" w:rsidR="0087222C" w:rsidRDefault="0087222C" w:rsidP="00527473">
      <w:pPr>
        <w:spacing w:after="0"/>
        <w:rPr>
          <w:lang w:val="en-US"/>
        </w:rPr>
      </w:pPr>
      <w:r>
        <w:rPr>
          <w:lang w:val="en-US"/>
        </w:rPr>
        <w:t>Ausgezeichnete organisatorische und zwischenmenschliche Fähigkeiten.</w:t>
      </w:r>
    </w:p>
    <w:p w14:paraId="5BC60834" w14:textId="77777777" w:rsidR="0087222C" w:rsidRDefault="0087222C" w:rsidP="00527473">
      <w:pPr>
        <w:spacing w:after="0"/>
        <w:rPr>
          <w:lang w:val="en-US"/>
        </w:rPr>
      </w:pPr>
    </w:p>
    <w:p w14:paraId="3783DF5E" w14:textId="77777777" w:rsidR="0087222C" w:rsidRDefault="0087222C" w:rsidP="00527473">
      <w:pPr>
        <w:spacing w:after="0"/>
        <w:rPr>
          <w:lang w:val="en-US"/>
        </w:rPr>
      </w:pPr>
      <w:r>
        <w:rPr>
          <w:lang w:val="en-US"/>
        </w:rPr>
        <w:t>Für die Ausübung der Tätigkeit erforderliche Sprachkenntnisse</w:t>
      </w:r>
    </w:p>
    <w:p w14:paraId="47381EDB" w14:textId="77777777" w:rsidR="0087222C" w:rsidRDefault="0087222C" w:rsidP="00527473">
      <w:pPr>
        <w:spacing w:after="0"/>
        <w:rPr>
          <w:lang w:val="en-US"/>
        </w:rPr>
      </w:pPr>
    </w:p>
    <w:p w14:paraId="7F9AED15" w14:textId="77777777" w:rsidR="0087222C" w:rsidRDefault="0087222C" w:rsidP="00527473">
      <w:pPr>
        <w:spacing w:after="0"/>
        <w:rPr>
          <w:lang w:val="en-US"/>
        </w:rPr>
      </w:pPr>
      <w:r>
        <w:rPr>
          <w:lang w:val="en-US"/>
        </w:rPr>
        <w:t>Der abgeordnete nationale Sachverständige muss über Kenntnisse in zwei EU-Sprachen verfügen. Das Team arbeitet in englischer Sprache. Französischkenntnisse sind ein Plus.</w:t>
      </w:r>
    </w:p>
    <w:p w14:paraId="7DFF067A" w14:textId="4F04A0D5"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87222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87222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87222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87222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87222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87222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87222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87222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87222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87222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7222C"/>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76BB0"/>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5980</Words>
  <Characters>34086</Characters>
  <Application>Microsoft Office Word</Application>
  <DocSecurity>4</DocSecurity>
  <PresentationFormat>Microsoft Word 14.0</PresentationFormat>
  <Lines>284</Lines>
  <Paragraphs>79</Paragraphs>
  <ScaleCrop>true</ScaleCrop>
  <Company/>
  <LinksUpToDate>false</LinksUpToDate>
  <CharactersWithSpaces>39987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2025-11-13T17:23:00Z</dcterms:created>
  <dcterms:modified xsi:type="dcterms:W3CDTF">2025-11-13T17:23:00Z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